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15E40825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774A1E">
        <w:rPr>
          <w:rFonts w:ascii="Times New Roman" w:hAnsi="Times New Roman"/>
          <w:b w:val="0"/>
          <w:bCs/>
          <w:sz w:val="24"/>
        </w:rPr>
        <w:t>5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070A36CA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B42899">
        <w:rPr>
          <w:b/>
          <w:bCs/>
          <w:sz w:val="24"/>
          <w:szCs w:val="24"/>
        </w:rPr>
        <w:t>32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6EF5AA98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114267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114267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3E6962C9" w14:textId="30ABB5F4" w:rsidR="00CF0C09" w:rsidRDefault="00114267" w:rsidP="00114267">
      <w:pPr>
        <w:pStyle w:val="Tekstpodstawowy2"/>
        <w:jc w:val="center"/>
        <w:rPr>
          <w:b/>
          <w:bCs/>
        </w:rPr>
      </w:pPr>
      <w:r w:rsidRPr="00114267">
        <w:rPr>
          <w:b/>
          <w:bCs/>
        </w:rPr>
        <w:t>Opracowanie kompletnej dokumentacji projektowo-kosztorysowej na budowę i przebudowę dróg w gminie Brześć Kujawski</w:t>
      </w:r>
      <w:r w:rsidR="00800943">
        <w:rPr>
          <w:b/>
          <w:bCs/>
        </w:rPr>
        <w:t xml:space="preserve"> - </w:t>
      </w:r>
      <w:r w:rsidR="00800943" w:rsidRPr="00800943">
        <w:rPr>
          <w:b/>
          <w:bCs/>
        </w:rPr>
        <w:t>część …</w:t>
      </w:r>
    </w:p>
    <w:p w14:paraId="116C9950" w14:textId="77777777" w:rsidR="00114267" w:rsidRPr="00114267" w:rsidRDefault="00114267" w:rsidP="00114267">
      <w:pPr>
        <w:pStyle w:val="Tekstpodstawowy2"/>
        <w:jc w:val="center"/>
        <w:rPr>
          <w:b/>
          <w:bCs/>
        </w:rPr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FF878" w14:textId="77777777" w:rsidR="00CC54DA" w:rsidRDefault="00CC54DA">
      <w:r>
        <w:separator/>
      </w:r>
    </w:p>
  </w:endnote>
  <w:endnote w:type="continuationSeparator" w:id="0">
    <w:p w14:paraId="02DE69E6" w14:textId="77777777" w:rsidR="00CC54DA" w:rsidRDefault="00CC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949AE" w14:textId="77777777" w:rsidR="00CC54DA" w:rsidRDefault="00CC54DA">
      <w:r>
        <w:separator/>
      </w:r>
    </w:p>
  </w:footnote>
  <w:footnote w:type="continuationSeparator" w:id="0">
    <w:p w14:paraId="6502EF0E" w14:textId="77777777" w:rsidR="00CC54DA" w:rsidRDefault="00CC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14267"/>
    <w:rsid w:val="00115741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D2CD2"/>
    <w:rsid w:val="002D4C6A"/>
    <w:rsid w:val="003317EC"/>
    <w:rsid w:val="00382DA1"/>
    <w:rsid w:val="003D53EF"/>
    <w:rsid w:val="00420A5C"/>
    <w:rsid w:val="0042405D"/>
    <w:rsid w:val="00432BF2"/>
    <w:rsid w:val="0045164C"/>
    <w:rsid w:val="00453BBC"/>
    <w:rsid w:val="004A241F"/>
    <w:rsid w:val="004C60B9"/>
    <w:rsid w:val="004E070D"/>
    <w:rsid w:val="00506E32"/>
    <w:rsid w:val="00524F91"/>
    <w:rsid w:val="0060654D"/>
    <w:rsid w:val="0062214D"/>
    <w:rsid w:val="0066265B"/>
    <w:rsid w:val="006735FD"/>
    <w:rsid w:val="00674799"/>
    <w:rsid w:val="006A2B5D"/>
    <w:rsid w:val="006B238C"/>
    <w:rsid w:val="006E6349"/>
    <w:rsid w:val="006F7BC2"/>
    <w:rsid w:val="007064BA"/>
    <w:rsid w:val="00736CA8"/>
    <w:rsid w:val="00756A1A"/>
    <w:rsid w:val="00771188"/>
    <w:rsid w:val="00774A1E"/>
    <w:rsid w:val="00800943"/>
    <w:rsid w:val="00821C80"/>
    <w:rsid w:val="008248D0"/>
    <w:rsid w:val="00850ED0"/>
    <w:rsid w:val="00896F5E"/>
    <w:rsid w:val="008E471B"/>
    <w:rsid w:val="008F7E31"/>
    <w:rsid w:val="00936CFB"/>
    <w:rsid w:val="00980415"/>
    <w:rsid w:val="00994C62"/>
    <w:rsid w:val="009C10F2"/>
    <w:rsid w:val="009C437A"/>
    <w:rsid w:val="00A9196D"/>
    <w:rsid w:val="00AA594F"/>
    <w:rsid w:val="00AD4AD8"/>
    <w:rsid w:val="00B11EA3"/>
    <w:rsid w:val="00B41A5F"/>
    <w:rsid w:val="00B42899"/>
    <w:rsid w:val="00B551AF"/>
    <w:rsid w:val="00B702E5"/>
    <w:rsid w:val="00BD2853"/>
    <w:rsid w:val="00C16B15"/>
    <w:rsid w:val="00C23EAF"/>
    <w:rsid w:val="00CB790F"/>
    <w:rsid w:val="00CC42CD"/>
    <w:rsid w:val="00CC54DA"/>
    <w:rsid w:val="00CF0C09"/>
    <w:rsid w:val="00D17E7B"/>
    <w:rsid w:val="00D23D14"/>
    <w:rsid w:val="00D52F5E"/>
    <w:rsid w:val="00D54001"/>
    <w:rsid w:val="00D546A7"/>
    <w:rsid w:val="00D728F0"/>
    <w:rsid w:val="00DB41C7"/>
    <w:rsid w:val="00DB651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26</cp:revision>
  <cp:lastPrinted>2021-05-11T13:54:00Z</cp:lastPrinted>
  <dcterms:created xsi:type="dcterms:W3CDTF">2021-09-07T14:00:00Z</dcterms:created>
  <dcterms:modified xsi:type="dcterms:W3CDTF">2025-09-30T08:11:00Z</dcterms:modified>
</cp:coreProperties>
</file>